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6667" w:rsidRPr="00E06667">
        <w:rPr>
          <w:rFonts w:ascii="Corbel" w:hAnsi="Corbel"/>
          <w:i/>
          <w:smallCaps/>
          <w:sz w:val="24"/>
          <w:szCs w:val="24"/>
        </w:rPr>
        <w:t>2020/2021 – 2024/2025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bookmarkStart w:id="0" w:name="_GoBack"/>
      <w:bookmarkEnd w:id="0"/>
      <w:r w:rsidR="00735EB6" w:rsidRPr="00735EB6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6D382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D382B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D382B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6D382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PRP30</w:t>
            </w:r>
          </w:p>
        </w:tc>
      </w:tr>
      <w:tr w:rsidR="0085747A" w:rsidRPr="009C54AE" w:rsidTr="006D382B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382B" w:rsidRPr="00C71F60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D38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D382B">
        <w:trPr>
          <w:trHeight w:val="55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5070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5070"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B6D75">
        <w:rPr>
          <w:rFonts w:ascii="Corbel" w:hAnsi="Corbel"/>
          <w:b w:val="0"/>
          <w:szCs w:val="24"/>
        </w:rPr>
        <w:t>Egzamin pisemny w formie testowej lub egzamin ustny.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D382B" w:rsidRPr="009C54AE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6D382B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96786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CD7942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6D382B" w:rsidRDefault="007B010D" w:rsidP="006D38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6D38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382B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2F5F3A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>Wykład z prezentacją multimedialną, wykład konwencjonalny,  wykład problemowy.</w:t>
      </w:r>
    </w:p>
    <w:p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85747A" w:rsidRPr="009C54AE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85747A" w:rsidRPr="009C54AE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275BD7" w:rsidRPr="00275BD7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275BD7" w:rsidRPr="00275BD7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275BD7" w:rsidRPr="00275BD7" w:rsidRDefault="004C121F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4C121F" w:rsidRPr="004C121F" w:rsidRDefault="004C121F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5047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478B"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>27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C283B" w:rsidRPr="009C54AE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dział w egzaminie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>30 min.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6D382B">
              <w:rPr>
                <w:rFonts w:ascii="Corbel" w:hAnsi="Corbel"/>
                <w:sz w:val="24"/>
                <w:szCs w:val="24"/>
              </w:rPr>
              <w:t>83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150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D38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6D382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D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6D382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D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6D382B">
        <w:trPr>
          <w:trHeight w:val="397"/>
        </w:trPr>
        <w:tc>
          <w:tcPr>
            <w:tcW w:w="7513" w:type="dxa"/>
          </w:tcPr>
          <w:p w:rsidR="00F32A13" w:rsidRPr="006D382B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D382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</w:t>
            </w:r>
            <w:r w:rsidR="006D38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Szostak, wyd. Wolters Kluwer Polska, Kraków 2009</w:t>
            </w:r>
          </w:p>
        </w:tc>
      </w:tr>
      <w:tr w:rsidR="0085747A" w:rsidRPr="009C54AE" w:rsidTr="006D382B">
        <w:trPr>
          <w:trHeight w:val="397"/>
        </w:trPr>
        <w:tc>
          <w:tcPr>
            <w:tcW w:w="7513" w:type="dxa"/>
          </w:tcPr>
          <w:p w:rsidR="009A6EB8" w:rsidRPr="006D382B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D382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D18" w:rsidRDefault="00DE6D18" w:rsidP="00C16ABF">
      <w:pPr>
        <w:spacing w:after="0" w:line="240" w:lineRule="auto"/>
      </w:pPr>
      <w:r>
        <w:separator/>
      </w:r>
    </w:p>
  </w:endnote>
  <w:endnote w:type="continuationSeparator" w:id="0">
    <w:p w:rsidR="00DE6D18" w:rsidRDefault="00DE6D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D18" w:rsidRDefault="00DE6D18" w:rsidP="00C16ABF">
      <w:pPr>
        <w:spacing w:after="0" w:line="240" w:lineRule="auto"/>
      </w:pPr>
      <w:r>
        <w:separator/>
      </w:r>
    </w:p>
  </w:footnote>
  <w:footnote w:type="continuationSeparator" w:id="0">
    <w:p w:rsidR="00DE6D18" w:rsidRDefault="00DE6D1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3CF"/>
    <w:rsid w:val="00015B8F"/>
    <w:rsid w:val="00022ECE"/>
    <w:rsid w:val="00042A51"/>
    <w:rsid w:val="00042D2E"/>
    <w:rsid w:val="00044C82"/>
    <w:rsid w:val="00044E7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164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377C"/>
    <w:rsid w:val="001A70D2"/>
    <w:rsid w:val="001C7314"/>
    <w:rsid w:val="001D657B"/>
    <w:rsid w:val="001D7B54"/>
    <w:rsid w:val="001E0209"/>
    <w:rsid w:val="001F2CA2"/>
    <w:rsid w:val="002144C0"/>
    <w:rsid w:val="0022477D"/>
    <w:rsid w:val="00224A5F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64C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55A3"/>
    <w:rsid w:val="0050478B"/>
    <w:rsid w:val="0050496F"/>
    <w:rsid w:val="00513B6F"/>
    <w:rsid w:val="00517C63"/>
    <w:rsid w:val="005363C4"/>
    <w:rsid w:val="00536BDE"/>
    <w:rsid w:val="00543ACC"/>
    <w:rsid w:val="0056696D"/>
    <w:rsid w:val="005821A5"/>
    <w:rsid w:val="0058467D"/>
    <w:rsid w:val="0059484D"/>
    <w:rsid w:val="00596786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294F"/>
    <w:rsid w:val="006D050F"/>
    <w:rsid w:val="006D382B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2306"/>
    <w:rsid w:val="00763BF1"/>
    <w:rsid w:val="00766FD4"/>
    <w:rsid w:val="0078168C"/>
    <w:rsid w:val="00785B8E"/>
    <w:rsid w:val="00787C2A"/>
    <w:rsid w:val="00790E27"/>
    <w:rsid w:val="007A4022"/>
    <w:rsid w:val="007A6E6E"/>
    <w:rsid w:val="007B010D"/>
    <w:rsid w:val="007C161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13C"/>
    <w:rsid w:val="00884922"/>
    <w:rsid w:val="00885F64"/>
    <w:rsid w:val="008917F9"/>
    <w:rsid w:val="00891B3C"/>
    <w:rsid w:val="008A45F7"/>
    <w:rsid w:val="008C0CC0"/>
    <w:rsid w:val="008C19A9"/>
    <w:rsid w:val="008C26D8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47FAC"/>
    <w:rsid w:val="009508DF"/>
    <w:rsid w:val="00950DAC"/>
    <w:rsid w:val="00954A07"/>
    <w:rsid w:val="009813B8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1BA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3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70"/>
    <w:rsid w:val="00B06142"/>
    <w:rsid w:val="00B135B1"/>
    <w:rsid w:val="00B3130B"/>
    <w:rsid w:val="00B40ADB"/>
    <w:rsid w:val="00B43B77"/>
    <w:rsid w:val="00B43E80"/>
    <w:rsid w:val="00B44C0E"/>
    <w:rsid w:val="00B47352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E86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C1C"/>
    <w:rsid w:val="00C61DC5"/>
    <w:rsid w:val="00C67E92"/>
    <w:rsid w:val="00C70A26"/>
    <w:rsid w:val="00C71F60"/>
    <w:rsid w:val="00C73970"/>
    <w:rsid w:val="00C766DF"/>
    <w:rsid w:val="00C87A9A"/>
    <w:rsid w:val="00C94B98"/>
    <w:rsid w:val="00CA2B96"/>
    <w:rsid w:val="00CA5089"/>
    <w:rsid w:val="00CA56E5"/>
    <w:rsid w:val="00CD0FA3"/>
    <w:rsid w:val="00CD6897"/>
    <w:rsid w:val="00CD7942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7C8"/>
    <w:rsid w:val="00D74119"/>
    <w:rsid w:val="00D8075B"/>
    <w:rsid w:val="00D8678B"/>
    <w:rsid w:val="00D8757E"/>
    <w:rsid w:val="00D939DB"/>
    <w:rsid w:val="00DA2114"/>
    <w:rsid w:val="00DC283B"/>
    <w:rsid w:val="00DE09C0"/>
    <w:rsid w:val="00DE4A14"/>
    <w:rsid w:val="00DE6D18"/>
    <w:rsid w:val="00DF320D"/>
    <w:rsid w:val="00DF71C8"/>
    <w:rsid w:val="00E06667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10F6"/>
    <w:rsid w:val="00EE32DE"/>
    <w:rsid w:val="00EE5457"/>
    <w:rsid w:val="00F070AB"/>
    <w:rsid w:val="00F17567"/>
    <w:rsid w:val="00F27A7B"/>
    <w:rsid w:val="00F32A13"/>
    <w:rsid w:val="00F526AF"/>
    <w:rsid w:val="00F617C3"/>
    <w:rsid w:val="00F63DB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0174"/>
  <w15:docId w15:val="{9EAB0634-2BF2-4BDD-B64F-44CBF890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AB814E-B0A9-428A-A449-C7174F9F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2021-03-25T12:15:00Z</dcterms:created>
  <dcterms:modified xsi:type="dcterms:W3CDTF">2021-03-31T09:22:00Z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